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3000"/>
      </w:tblGrid>
      <w:tr w:rsidR="00A057F2" w:rsidTr="003D79BE">
        <w:tc>
          <w:tcPr>
            <w:tcW w:w="3000" w:type="dxa"/>
          </w:tcPr>
          <w:p w:rsidR="00A057F2" w:rsidRDefault="00A057F2">
            <w:pPr>
              <w:pStyle w:val="TextBody"/>
            </w:pPr>
            <w:r>
              <w:t>Table grid settings set line-spacing to 250% instead of single-spacing, which is set as a document default.</w:t>
            </w:r>
          </w:p>
        </w:tc>
      </w:tr>
      <w:tr w:rsidR="00A057F2" w:rsidTr="003D79BE">
        <w:trPr>
          <w:trHeight w:val="170"/>
        </w:trPr>
        <w:tc>
          <w:tcPr>
            <w:tcW w:w="3000" w:type="dxa"/>
          </w:tcPr>
          <w:p w:rsidR="00A057F2" w:rsidRDefault="00A057F2">
            <w:pPr>
              <w:rPr>
                <w:rStyle w:val="SourceText"/>
                <w:rFonts w:ascii="Liberation Mono" w:hAnsi="Liberation Mono" w:cs="Liberation Mono"/>
              </w:rPr>
            </w:pPr>
            <w:r>
              <w:t>Notice that this is 8pt font, right aligned in compatibility mode.</w:t>
            </w:r>
          </w:p>
        </w:tc>
      </w:tr>
    </w:tbl>
    <w:p w:rsidR="00A057F2" w:rsidRDefault="00A057F2">
      <w:pPr/>
      <w:r>
        <w:t>Table style also adds 10pt spacing above the paragraph and TextBody adds 1pt below.</w:t>
      </w:r>
    </w:p>
    <w:sectPr w:rsidR="00A057F2" w:rsidSect="003D79BE"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overrideTableStyleFontSizeAndJustification" w:uri="http://schemas.microsoft.com/office/word" w:val="1"/>
    <w:compatSetting w:name="overrideTableStyleFontSizeAndJustification" w:uri="http://schemas.microsoft.com/office/word" w:val="0"/>
  </w:compat>
  <w:rsids>
    <w:rsidRoot w:val="003D79BE"/>
    <w:rsid w:val="003D79BE"/>
    <w:rsid w:val="00A0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6"/>
        <w:lang w:val="en-GB"/>
      </w:rPr>
    </w:rPrDefault>
    <w:pPrDefault>
      <w:pPr>
        <w:ind w:right="480"/>
        <w:spacing w:line="240" w:lineRule="auto"/>
      </w:pPr>
      <w:shd w:val="clear" w:color="auto" w:fill="FFCCCC"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79BE"/>
    <w:pPr>
      <w:jc w:val="left"/>
      <w:shd w:val="clear" w:color="auto" w:fill="auto"/>
    </w:pPr>
    <w:rPr>
      <w:rFonts w:ascii="Liberation Sans" w:hAnsi="Liberation Sans" w:cs="Arial"/>
      <w:sz w:val="24"/>
    </w:rPr>
  </w:style>
  <w:style w:type="character" w:default="1" w:styleId="DefaultParagraphFont">
    <w:name w:val="Default Paragraph Font"/>
    <w:uiPriority w:val="99"/>
    <w:semiHidden/>
  </w:style>
  <w:style w:type="character" w:customStyle="1" w:styleId="SourceText">
    <w:name w:val="Source Text"/>
    <w:rPr>
      <w:rFonts w:ascii="Liberation Mono" w:hAnsi="Liberation Mono" w:cs="Liberation Mono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left w:w="40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BasedOnAnything">
    <w:name w:val="NotBasedOnAnything"/>
    <w:rPr>
      <w:sz w:val="22"/>
    </w:rPr>
    <w:pPr/>
  </w:style>
  <w:style w:type="paragraph" w:styleId="TextBody">
    <w:name w:val="Body Text"/>
    <w:basedOn w:val="NotBasedOnAnything"/>
    <w:rPr/>
    <w:pPr>
      <w:jc w:val="left"/>
      <w:spacing w:after="20" w:line="257" w:lineRule="auto"/>
    </w:pPr>
  </w:style>
  <w:style w:type="table" w:styleId="TableGrid">
    <w:name w:val="Table Grid"/>
    <w:basedOn w:val="TableNormal"/>
    <w:uiPriority w:val="99"/>
    <w:rsid w:val="003D79BE"/>
    <w:rPr>
      <w:rFonts w:ascii="Liberation Serif" w:hAnsi="Liberation Serif" w:cs="Liberation Serif"/>
    </w:rPr>
    <w:pPr>
      <w:jc w:val="right"/>
      <w:ind w:right="0"/>
      <w:spacing w:before="200" w:line="600" w:lineRule="auto"/>
      <w:shd w:val="clear" w:color="auto" w:fill="CCFFCC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20</Words>
  <Characters>116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grid settings set linespacing at single instead of triple, which is set as a document default</dc:title>
  <dc:subject/>
  <dc:creator>JLAutoBuild</dc:creator>
  <cp:keywords/>
  <dc:description/>
  <cp:lastModifiedBy>JLAutoBuild</cp:lastModifiedBy>
  <cp:revision>1</cp:revision>
  <dcterms:created xsi:type="dcterms:W3CDTF">2019-10-09T18:37:00Z</dcterms:created>
  <dcterms:modified xsi:type="dcterms:W3CDTF">2019-10-09T18:45:00Z</dcterms:modified>
</cp:coreProperties>
</file>